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8F523F" w14:textId="77777777" w:rsidR="005568EF" w:rsidRPr="00E8184B" w:rsidRDefault="005568EF" w:rsidP="005568EF">
      <w:pPr>
        <w:rPr>
          <w:rFonts w:ascii="Arial" w:hAnsi="Arial" w:cs="Arial"/>
          <w:i/>
          <w:sz w:val="28"/>
          <w:szCs w:val="28"/>
          <w:lang w:val="en-CA"/>
        </w:rPr>
      </w:pPr>
      <w:proofErr w:type="gramStart"/>
      <w:r w:rsidRPr="008819F8">
        <w:rPr>
          <w:rFonts w:ascii="Arial" w:hAnsi="Arial" w:cs="Arial"/>
          <w:b/>
          <w:i/>
          <w:sz w:val="28"/>
          <w:szCs w:val="28"/>
          <w:u w:val="single"/>
          <w:lang w:val="en-CA"/>
        </w:rPr>
        <w:t>Date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B0E4F">
        <w:rPr>
          <w:rFonts w:ascii="Arial" w:hAnsi="Arial" w:cs="Arial"/>
          <w:sz w:val="28"/>
          <w:szCs w:val="28"/>
          <w:lang w:val="en-CA"/>
        </w:rPr>
        <w:t>Friday, May 31, 1985</w:t>
      </w:r>
    </w:p>
    <w:p w14:paraId="4252FC4D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04A5DF68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Time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B0E4F">
        <w:rPr>
          <w:rFonts w:ascii="Arial" w:hAnsi="Arial" w:cs="Arial"/>
          <w:sz w:val="28"/>
          <w:szCs w:val="28"/>
          <w:lang w:val="en-CA"/>
        </w:rPr>
        <w:t>4:50PM</w:t>
      </w:r>
    </w:p>
    <w:p w14:paraId="6A784C8E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41DD122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Location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3B0E4F">
        <w:rPr>
          <w:rFonts w:ascii="Arial" w:hAnsi="Arial" w:cs="Arial"/>
          <w:sz w:val="28"/>
          <w:szCs w:val="28"/>
          <w:lang w:val="en-CA"/>
        </w:rPr>
        <w:t xml:space="preserve">Lisle, </w:t>
      </w:r>
      <w:r w:rsidR="00CB7D6F">
        <w:rPr>
          <w:rFonts w:ascii="Arial" w:hAnsi="Arial" w:cs="Arial"/>
          <w:sz w:val="28"/>
          <w:szCs w:val="28"/>
          <w:lang w:val="en-CA"/>
        </w:rPr>
        <w:t>Simcoe County (originated in Dufferin)</w:t>
      </w:r>
    </w:p>
    <w:p w14:paraId="26ECCE4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5B189B3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F-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Rating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C3CDA">
        <w:rPr>
          <w:rFonts w:ascii="Arial" w:hAnsi="Arial" w:cs="Arial"/>
          <w:sz w:val="28"/>
          <w:szCs w:val="28"/>
          <w:lang w:val="en-CA"/>
        </w:rPr>
        <w:t>F2</w:t>
      </w:r>
    </w:p>
    <w:p w14:paraId="66FC7C0E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F3011BA" w14:textId="77777777" w:rsidR="005568EF" w:rsidRPr="003A0EBC" w:rsidRDefault="00A8209D" w:rsidP="005568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Track </w:t>
      </w:r>
      <w:proofErr w:type="gramStart"/>
      <w:r w:rsidR="005568EF"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Length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="005568EF"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C3CDA">
        <w:rPr>
          <w:rFonts w:ascii="Arial" w:hAnsi="Arial" w:cs="Arial"/>
          <w:sz w:val="28"/>
          <w:szCs w:val="28"/>
          <w:lang w:val="en-CA"/>
        </w:rPr>
        <w:t>12.1km (7.5mi)</w:t>
      </w:r>
    </w:p>
    <w:p w14:paraId="72251B4E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4958097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Max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Width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C3CDA">
        <w:rPr>
          <w:rFonts w:ascii="Arial" w:hAnsi="Arial" w:cs="Arial"/>
          <w:sz w:val="28"/>
          <w:szCs w:val="28"/>
          <w:lang w:val="en-CA"/>
        </w:rPr>
        <w:t>N/A</w:t>
      </w:r>
    </w:p>
    <w:p w14:paraId="4672E11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0313C91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Direction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DC3CDA">
        <w:rPr>
          <w:rFonts w:ascii="Arial" w:hAnsi="Arial" w:cs="Arial"/>
          <w:sz w:val="28"/>
          <w:szCs w:val="28"/>
          <w:lang w:val="en-CA"/>
        </w:rPr>
        <w:t>254</w:t>
      </w:r>
      <w:r w:rsidR="002D71B9">
        <w:rPr>
          <w:rFonts w:ascii="Arial" w:hAnsi="Arial" w:cs="Arial"/>
          <w:sz w:val="28"/>
          <w:szCs w:val="28"/>
          <w:lang w:val="en-CA"/>
        </w:rPr>
        <w:t>°</w:t>
      </w:r>
      <w:r w:rsidR="00DC3CDA">
        <w:rPr>
          <w:rFonts w:ascii="Arial" w:hAnsi="Arial" w:cs="Arial"/>
          <w:sz w:val="28"/>
          <w:szCs w:val="28"/>
          <w:lang w:val="en-CA"/>
        </w:rPr>
        <w:t xml:space="preserve"> (WSW-ENE)</w:t>
      </w:r>
    </w:p>
    <w:p w14:paraId="3BED5607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B0A0BBC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Shape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475069">
        <w:rPr>
          <w:rFonts w:ascii="Arial" w:hAnsi="Arial" w:cs="Arial"/>
          <w:sz w:val="28"/>
          <w:szCs w:val="28"/>
          <w:lang w:val="en-CA"/>
        </w:rPr>
        <w:t>N/A, may be revealed in news reports?</w:t>
      </w:r>
    </w:p>
    <w:p w14:paraId="6B70DFD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44761CA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Injuries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475069">
        <w:rPr>
          <w:rFonts w:ascii="Arial" w:hAnsi="Arial" w:cs="Arial"/>
          <w:sz w:val="28"/>
          <w:szCs w:val="28"/>
          <w:lang w:val="en-CA"/>
        </w:rPr>
        <w:t>0</w:t>
      </w:r>
    </w:p>
    <w:p w14:paraId="217F6ECE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0CAA84F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Deaths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475069">
        <w:rPr>
          <w:rFonts w:ascii="Arial" w:hAnsi="Arial" w:cs="Arial"/>
          <w:sz w:val="28"/>
          <w:szCs w:val="28"/>
          <w:lang w:val="en-CA"/>
        </w:rPr>
        <w:t>0</w:t>
      </w:r>
    </w:p>
    <w:p w14:paraId="69A79F83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E9F42FF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Damage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Cost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475069">
        <w:rPr>
          <w:rFonts w:ascii="Arial" w:hAnsi="Arial" w:cs="Arial"/>
          <w:sz w:val="28"/>
          <w:szCs w:val="28"/>
          <w:lang w:val="en-CA"/>
        </w:rPr>
        <w:t xml:space="preserve">N/A, likely &gt;$100,000 as two barns were destroyed </w:t>
      </w:r>
      <w:proofErr w:type="spellStart"/>
      <w:r w:rsidR="00475069">
        <w:rPr>
          <w:rFonts w:ascii="Arial" w:hAnsi="Arial" w:cs="Arial"/>
          <w:sz w:val="28"/>
          <w:szCs w:val="28"/>
          <w:lang w:val="en-CA"/>
        </w:rPr>
        <w:t>amd</w:t>
      </w:r>
      <w:proofErr w:type="spellEnd"/>
      <w:r w:rsidR="00475069">
        <w:rPr>
          <w:rFonts w:ascii="Arial" w:hAnsi="Arial" w:cs="Arial"/>
          <w:sz w:val="28"/>
          <w:szCs w:val="28"/>
          <w:lang w:val="en-CA"/>
        </w:rPr>
        <w:t xml:space="preserve"> tree damage occurred.</w:t>
      </w:r>
    </w:p>
    <w:p w14:paraId="1EDA2BBF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32CD0293" w14:textId="77777777" w:rsidR="005568EF" w:rsidRPr="00E8184B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Notes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475069">
        <w:rPr>
          <w:rFonts w:ascii="Arial" w:hAnsi="Arial" w:cs="Arial"/>
          <w:sz w:val="28"/>
          <w:szCs w:val="28"/>
          <w:lang w:val="en-CA"/>
        </w:rPr>
        <w:t>The 3</w:t>
      </w:r>
      <w:r w:rsidR="00475069" w:rsidRPr="00475069">
        <w:rPr>
          <w:rFonts w:ascii="Arial" w:hAnsi="Arial" w:cs="Arial"/>
          <w:sz w:val="28"/>
          <w:szCs w:val="28"/>
          <w:vertAlign w:val="superscript"/>
          <w:lang w:val="en-CA"/>
        </w:rPr>
        <w:t>rd</w:t>
      </w:r>
      <w:r w:rsidR="00475069">
        <w:rPr>
          <w:rFonts w:ascii="Arial" w:hAnsi="Arial" w:cs="Arial"/>
          <w:sz w:val="28"/>
          <w:szCs w:val="28"/>
          <w:lang w:val="en-CA"/>
        </w:rPr>
        <w:t xml:space="preserve"> of 5 tornadoes to touch down from the “northern supercell” on May 31/85. </w:t>
      </w:r>
      <w:r w:rsidR="006149A9">
        <w:rPr>
          <w:rFonts w:ascii="Arial" w:hAnsi="Arial" w:cs="Arial"/>
          <w:sz w:val="28"/>
          <w:szCs w:val="28"/>
          <w:lang w:val="en-CA"/>
        </w:rPr>
        <w:t xml:space="preserve">Track began just east of Black Bank and ended on CFB Borden. </w:t>
      </w:r>
    </w:p>
    <w:p w14:paraId="7DE8801D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5B87DA03" w14:textId="77777777" w:rsidR="005568EF" w:rsidRPr="00442893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Photos/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Videos</w:t>
      </w:r>
      <w:r w:rsidR="00E8184B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664D4">
        <w:rPr>
          <w:rFonts w:ascii="Arial" w:hAnsi="Arial" w:cs="Arial"/>
          <w:sz w:val="28"/>
          <w:szCs w:val="28"/>
          <w:lang w:val="en-CA"/>
        </w:rPr>
        <w:t xml:space="preserve"> </w:t>
      </w:r>
      <w:r w:rsidR="006149A9">
        <w:rPr>
          <w:rFonts w:ascii="Arial" w:hAnsi="Arial" w:cs="Arial"/>
          <w:sz w:val="28"/>
          <w:szCs w:val="28"/>
          <w:lang w:val="en-CA"/>
        </w:rPr>
        <w:t>None in EC file, may be some in May 31/85 special folder. Newspapers may contain more info.</w:t>
      </w:r>
      <w:bookmarkStart w:id="0" w:name="_GoBack"/>
      <w:bookmarkEnd w:id="0"/>
    </w:p>
    <w:p w14:paraId="05C37A23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37314A69" w14:textId="77777777" w:rsidR="005568EF" w:rsidRPr="00442893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90072BC" w14:textId="77777777" w:rsidR="005568EF" w:rsidRPr="00B72CFE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13E9946" w14:textId="77777777" w:rsidR="00567F59" w:rsidRDefault="006149A9"/>
    <w:sectPr w:rsidR="00567F59" w:rsidSect="00B8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revisionView w:markup="0" w:comments="0" w:insDel="0" w:formatting="0" w:inkAnnotations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E4F"/>
    <w:rsid w:val="002D71B9"/>
    <w:rsid w:val="003A0EBC"/>
    <w:rsid w:val="003B0E4F"/>
    <w:rsid w:val="00475069"/>
    <w:rsid w:val="005568EF"/>
    <w:rsid w:val="006149A9"/>
    <w:rsid w:val="008819F8"/>
    <w:rsid w:val="008B36B8"/>
    <w:rsid w:val="00A8209D"/>
    <w:rsid w:val="00B85DE6"/>
    <w:rsid w:val="00CB7D6F"/>
    <w:rsid w:val="00DC3CDA"/>
    <w:rsid w:val="00E664D4"/>
    <w:rsid w:val="00E8184B"/>
    <w:rsid w:val="00F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81C3C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le/Library/Group%20Containers/UBF8T346G9.Office/User%20Content.localized/Templates.localized/T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Tor.dotx</Template>
  <TotalTime>10</TotalTime>
  <Pages>1</Pages>
  <Words>92</Words>
  <Characters>529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Robertson</dc:creator>
  <cp:keywords/>
  <dc:description/>
  <cp:lastModifiedBy>Kyle Robertson</cp:lastModifiedBy>
  <cp:revision>1</cp:revision>
  <dcterms:created xsi:type="dcterms:W3CDTF">2017-01-23T14:12:00Z</dcterms:created>
  <dcterms:modified xsi:type="dcterms:W3CDTF">2017-01-23T14:35:00Z</dcterms:modified>
</cp:coreProperties>
</file>