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8F50E" w14:textId="77777777" w:rsidR="005568EF" w:rsidRPr="00E8184B" w:rsidRDefault="005568EF" w:rsidP="005568EF">
      <w:pPr>
        <w:rPr>
          <w:rFonts w:ascii="Arial" w:hAnsi="Arial" w:cs="Arial"/>
          <w:i/>
          <w:sz w:val="28"/>
          <w:szCs w:val="28"/>
          <w:lang w:val="en-CA"/>
        </w:rPr>
      </w:pPr>
      <w:proofErr w:type="gramStart"/>
      <w:r w:rsidRPr="008819F8">
        <w:rPr>
          <w:rFonts w:ascii="Arial" w:hAnsi="Arial" w:cs="Arial"/>
          <w:b/>
          <w:i/>
          <w:sz w:val="28"/>
          <w:szCs w:val="28"/>
          <w:u w:val="single"/>
          <w:lang w:val="en-CA"/>
        </w:rPr>
        <w:t>Date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B064C3">
        <w:rPr>
          <w:rFonts w:ascii="Arial" w:hAnsi="Arial" w:cs="Arial"/>
          <w:sz w:val="28"/>
          <w:szCs w:val="28"/>
          <w:lang w:val="en-CA"/>
        </w:rPr>
        <w:t>Friday, May 31, 1985</w:t>
      </w:r>
    </w:p>
    <w:p w14:paraId="258DC326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4A8450F6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Time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B064C3">
        <w:rPr>
          <w:rFonts w:ascii="Arial" w:hAnsi="Arial" w:cs="Arial"/>
          <w:sz w:val="28"/>
          <w:szCs w:val="28"/>
          <w:lang w:val="en-CA"/>
        </w:rPr>
        <w:t>6:20PM</w:t>
      </w:r>
    </w:p>
    <w:p w14:paraId="5122C422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DCB333B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Location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B064C3">
        <w:rPr>
          <w:rFonts w:ascii="Arial" w:hAnsi="Arial" w:cs="Arial"/>
          <w:sz w:val="28"/>
          <w:szCs w:val="28"/>
          <w:lang w:val="en-CA"/>
        </w:rPr>
        <w:t xml:space="preserve">Rice Lake, </w:t>
      </w:r>
      <w:r w:rsidR="00861A04">
        <w:rPr>
          <w:rFonts w:ascii="Arial" w:hAnsi="Arial" w:cs="Arial"/>
          <w:sz w:val="28"/>
          <w:szCs w:val="28"/>
          <w:lang w:val="en-CA"/>
        </w:rPr>
        <w:t>Peterborough County</w:t>
      </w:r>
    </w:p>
    <w:p w14:paraId="377920F9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CF2AF53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F-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Rating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861A04">
        <w:rPr>
          <w:rFonts w:ascii="Arial" w:hAnsi="Arial" w:cs="Arial"/>
          <w:sz w:val="28"/>
          <w:szCs w:val="28"/>
          <w:lang w:val="en-CA"/>
        </w:rPr>
        <w:t>F2</w:t>
      </w:r>
    </w:p>
    <w:p w14:paraId="453CC5D7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477E95E8" w14:textId="77777777" w:rsidR="005568EF" w:rsidRPr="003A0EBC" w:rsidRDefault="00A8209D" w:rsidP="005568EF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Track </w:t>
      </w:r>
      <w:proofErr w:type="gramStart"/>
      <w:r w:rsidR="005568EF"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Length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="005568EF"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861A04">
        <w:rPr>
          <w:rFonts w:ascii="Arial" w:hAnsi="Arial" w:cs="Arial"/>
          <w:sz w:val="28"/>
          <w:szCs w:val="28"/>
          <w:lang w:val="en-CA"/>
        </w:rPr>
        <w:t>16.3km (10.1mi)</w:t>
      </w:r>
    </w:p>
    <w:p w14:paraId="5E49C616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4F412DE8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Max 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Width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861A04">
        <w:rPr>
          <w:rFonts w:ascii="Arial" w:hAnsi="Arial" w:cs="Arial"/>
          <w:sz w:val="28"/>
          <w:szCs w:val="28"/>
          <w:lang w:val="en-CA"/>
        </w:rPr>
        <w:t>N/A</w:t>
      </w:r>
      <w:r w:rsidR="004F48DB">
        <w:rPr>
          <w:rFonts w:ascii="Arial" w:hAnsi="Arial" w:cs="Arial"/>
          <w:sz w:val="28"/>
          <w:szCs w:val="28"/>
          <w:lang w:val="en-CA"/>
        </w:rPr>
        <w:t>, ¼ mi wide mentioned</w:t>
      </w:r>
    </w:p>
    <w:p w14:paraId="128AF70C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7834520F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Direction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861A04">
        <w:rPr>
          <w:rFonts w:ascii="Arial" w:hAnsi="Arial" w:cs="Arial"/>
          <w:sz w:val="28"/>
          <w:szCs w:val="28"/>
          <w:lang w:val="en-CA"/>
        </w:rPr>
        <w:t>227</w:t>
      </w:r>
      <w:r w:rsidR="002D71B9">
        <w:rPr>
          <w:rFonts w:ascii="Arial" w:hAnsi="Arial" w:cs="Arial"/>
          <w:sz w:val="28"/>
          <w:szCs w:val="28"/>
          <w:lang w:val="en-CA"/>
        </w:rPr>
        <w:t>°</w:t>
      </w:r>
      <w:r w:rsidR="00861A04">
        <w:rPr>
          <w:rFonts w:ascii="Arial" w:hAnsi="Arial" w:cs="Arial"/>
          <w:sz w:val="28"/>
          <w:szCs w:val="28"/>
          <w:lang w:val="en-CA"/>
        </w:rPr>
        <w:t xml:space="preserve"> (SW-NE)</w:t>
      </w:r>
    </w:p>
    <w:p w14:paraId="0A3D0D54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6334F700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Shape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BB6096">
        <w:rPr>
          <w:rFonts w:ascii="Arial" w:hAnsi="Arial" w:cs="Arial"/>
          <w:sz w:val="28"/>
          <w:szCs w:val="28"/>
          <w:lang w:val="en-CA"/>
        </w:rPr>
        <w:t xml:space="preserve">Funnel cloud, </w:t>
      </w:r>
      <w:r w:rsidR="00F9222F">
        <w:rPr>
          <w:rFonts w:ascii="Arial" w:hAnsi="Arial" w:cs="Arial"/>
          <w:sz w:val="28"/>
          <w:szCs w:val="28"/>
          <w:lang w:val="en-CA"/>
        </w:rPr>
        <w:t>possibly multiple vortices</w:t>
      </w:r>
    </w:p>
    <w:p w14:paraId="01F4B0A4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23293DCD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Injuries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F9222F">
        <w:rPr>
          <w:rFonts w:ascii="Arial" w:hAnsi="Arial" w:cs="Arial"/>
          <w:sz w:val="28"/>
          <w:szCs w:val="28"/>
          <w:lang w:val="en-CA"/>
        </w:rPr>
        <w:t>1 minor</w:t>
      </w:r>
    </w:p>
    <w:p w14:paraId="00349A20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7D096E06" w14:textId="77777777" w:rsidR="005568EF" w:rsidRPr="008819F8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Deaths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F9222F">
        <w:rPr>
          <w:rFonts w:ascii="Arial" w:hAnsi="Arial" w:cs="Arial"/>
          <w:sz w:val="28"/>
          <w:szCs w:val="28"/>
          <w:lang w:val="en-CA"/>
        </w:rPr>
        <w:t>0</w:t>
      </w:r>
    </w:p>
    <w:p w14:paraId="6DCEE96B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5DDA53C" w14:textId="77777777" w:rsidR="005568EF" w:rsidRPr="008819F8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Damage 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Cost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F9222F">
        <w:rPr>
          <w:rFonts w:ascii="Arial" w:hAnsi="Arial" w:cs="Arial"/>
          <w:sz w:val="28"/>
          <w:szCs w:val="28"/>
          <w:lang w:val="en-CA"/>
        </w:rPr>
        <w:t>EC estimate $2M as at least 5 barns destroyed, several cabins destroyed, house trailer blown over, and 100’s of trees downed.</w:t>
      </w:r>
    </w:p>
    <w:p w14:paraId="1318AFEA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35215191" w14:textId="77777777" w:rsidR="005568EF" w:rsidRPr="00E8184B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Notes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F9222F">
        <w:rPr>
          <w:rFonts w:ascii="Arial" w:hAnsi="Arial" w:cs="Arial"/>
          <w:sz w:val="28"/>
          <w:szCs w:val="28"/>
          <w:lang w:val="en-CA"/>
        </w:rPr>
        <w:t>Part of the “</w:t>
      </w:r>
      <w:r w:rsidR="00BA41C1">
        <w:rPr>
          <w:rFonts w:ascii="Arial" w:hAnsi="Arial" w:cs="Arial"/>
          <w:sz w:val="28"/>
          <w:szCs w:val="28"/>
          <w:lang w:val="en-CA"/>
        </w:rPr>
        <w:t>Alma family of tornadoes</w:t>
      </w:r>
      <w:r w:rsidR="00F9222F">
        <w:rPr>
          <w:rFonts w:ascii="Arial" w:hAnsi="Arial" w:cs="Arial"/>
          <w:sz w:val="28"/>
          <w:szCs w:val="28"/>
          <w:lang w:val="en-CA"/>
        </w:rPr>
        <w:t>”. EC track map shows 2 tracks. (?) Witnesses said storm was the worst ever seen and sky was black and sometimes bright green and very different looking in a way they had never seen before.</w:t>
      </w:r>
    </w:p>
    <w:p w14:paraId="5A42EBEF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54621BDF" w14:textId="77777777" w:rsidR="005568EF" w:rsidRPr="00442893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Photos/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Videos</w:t>
      </w:r>
      <w:r w:rsidR="00E8184B">
        <w:rPr>
          <w:rFonts w:ascii="Arial" w:hAnsi="Arial" w:cs="Arial"/>
          <w:b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664D4">
        <w:rPr>
          <w:rFonts w:ascii="Arial" w:hAnsi="Arial" w:cs="Arial"/>
          <w:sz w:val="28"/>
          <w:szCs w:val="28"/>
          <w:lang w:val="en-CA"/>
        </w:rPr>
        <w:t xml:space="preserve"> </w:t>
      </w:r>
      <w:r w:rsidR="00F9222F">
        <w:rPr>
          <w:rFonts w:ascii="Arial" w:hAnsi="Arial" w:cs="Arial"/>
          <w:sz w:val="28"/>
          <w:szCs w:val="28"/>
          <w:lang w:val="en-CA"/>
        </w:rPr>
        <w:t>Damage photos in EC file. Likely more in newspapers and from locals.</w:t>
      </w:r>
      <w:bookmarkStart w:id="0" w:name="_GoBack"/>
      <w:bookmarkEnd w:id="0"/>
    </w:p>
    <w:p w14:paraId="52D41101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2C9D28C8" w14:textId="77777777" w:rsidR="005568EF" w:rsidRPr="00442893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24325D32" w14:textId="77777777" w:rsidR="005568EF" w:rsidRPr="00B72CFE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B2E0727" w14:textId="77777777" w:rsidR="00567F59" w:rsidRDefault="00F9222F"/>
    <w:sectPr w:rsidR="00567F59" w:rsidSect="00B85D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revisionView w:markup="0" w:comments="0" w:insDel="0" w:formatting="0" w:inkAnnotations="0"/>
  <w:doNotTrackMov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C3"/>
    <w:rsid w:val="002D71B9"/>
    <w:rsid w:val="003A0EBC"/>
    <w:rsid w:val="004F48DB"/>
    <w:rsid w:val="005568EF"/>
    <w:rsid w:val="00861A04"/>
    <w:rsid w:val="008819F8"/>
    <w:rsid w:val="008B36B8"/>
    <w:rsid w:val="00A8209D"/>
    <w:rsid w:val="00B064C3"/>
    <w:rsid w:val="00B85DE6"/>
    <w:rsid w:val="00BA41C1"/>
    <w:rsid w:val="00BB6096"/>
    <w:rsid w:val="00E664D4"/>
    <w:rsid w:val="00E8184B"/>
    <w:rsid w:val="00F9222F"/>
    <w:rsid w:val="00FB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D792A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yle/Library/Group%20Containers/UBF8T346G9.Office/User%20Content.localized/Templates.localized/T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Tor.dotx</Template>
  <TotalTime>24</TotalTime>
  <Pages>1</Pages>
  <Words>111</Words>
  <Characters>635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Robertson</dc:creator>
  <cp:keywords/>
  <dc:description/>
  <cp:lastModifiedBy>Kyle Robertson</cp:lastModifiedBy>
  <cp:revision>1</cp:revision>
  <dcterms:created xsi:type="dcterms:W3CDTF">2017-01-23T16:09:00Z</dcterms:created>
  <dcterms:modified xsi:type="dcterms:W3CDTF">2017-01-23T16:41:00Z</dcterms:modified>
</cp:coreProperties>
</file>