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C06216" w14:textId="77777777" w:rsidR="005568EF" w:rsidRPr="00E8184B" w:rsidRDefault="005568EF" w:rsidP="005568EF">
      <w:pPr>
        <w:rPr>
          <w:rFonts w:ascii="Arial" w:hAnsi="Arial" w:cs="Arial"/>
          <w:i/>
          <w:sz w:val="28"/>
          <w:szCs w:val="28"/>
          <w:lang w:val="en-CA"/>
        </w:rPr>
      </w:pPr>
      <w:proofErr w:type="gramStart"/>
      <w:r w:rsidRPr="008819F8">
        <w:rPr>
          <w:rFonts w:ascii="Arial" w:hAnsi="Arial" w:cs="Arial"/>
          <w:b/>
          <w:i/>
          <w:sz w:val="28"/>
          <w:szCs w:val="28"/>
          <w:u w:val="single"/>
          <w:lang w:val="en-CA"/>
        </w:rPr>
        <w:t>Date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D08D1">
        <w:rPr>
          <w:rFonts w:ascii="Arial" w:hAnsi="Arial" w:cs="Arial"/>
          <w:sz w:val="28"/>
          <w:szCs w:val="28"/>
          <w:lang w:val="en-CA"/>
        </w:rPr>
        <w:t>Friday, May 31, 1985</w:t>
      </w:r>
    </w:p>
    <w:p w14:paraId="117FA0D0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8491597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Time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D08D1">
        <w:rPr>
          <w:rFonts w:ascii="Arial" w:hAnsi="Arial" w:cs="Arial"/>
          <w:sz w:val="28"/>
          <w:szCs w:val="28"/>
          <w:lang w:val="en-CA"/>
        </w:rPr>
        <w:t>5:40PM</w:t>
      </w:r>
    </w:p>
    <w:p w14:paraId="56CE2D60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EAFAED1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Location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D08D1">
        <w:rPr>
          <w:rFonts w:ascii="Arial" w:hAnsi="Arial" w:cs="Arial"/>
          <w:sz w:val="28"/>
          <w:szCs w:val="28"/>
          <w:lang w:val="en-CA"/>
        </w:rPr>
        <w:t xml:space="preserve">Wagner Lake, </w:t>
      </w:r>
      <w:r w:rsidR="00011FFD">
        <w:rPr>
          <w:rFonts w:ascii="Arial" w:hAnsi="Arial" w:cs="Arial"/>
          <w:sz w:val="28"/>
          <w:szCs w:val="28"/>
          <w:lang w:val="en-CA"/>
        </w:rPr>
        <w:t>Durham County</w:t>
      </w:r>
    </w:p>
    <w:p w14:paraId="74D253D3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43E6C5EE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F-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Rating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11FFD">
        <w:rPr>
          <w:rFonts w:ascii="Arial" w:hAnsi="Arial" w:cs="Arial"/>
          <w:sz w:val="28"/>
          <w:szCs w:val="28"/>
          <w:lang w:val="en-CA"/>
        </w:rPr>
        <w:t>F2</w:t>
      </w:r>
    </w:p>
    <w:p w14:paraId="0744141B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59C3FEB6" w14:textId="77777777" w:rsidR="005568EF" w:rsidRPr="003A0EBC" w:rsidRDefault="00A8209D" w:rsidP="005568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Track </w:t>
      </w:r>
      <w:proofErr w:type="gramStart"/>
      <w:r w:rsidR="005568EF"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Length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="005568EF"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11FFD">
        <w:rPr>
          <w:rFonts w:ascii="Arial" w:hAnsi="Arial" w:cs="Arial"/>
          <w:sz w:val="28"/>
          <w:szCs w:val="28"/>
          <w:lang w:val="en-CA"/>
        </w:rPr>
        <w:t>33.4km (20.75mi)</w:t>
      </w:r>
      <w:r w:rsidR="00F844A1">
        <w:rPr>
          <w:rFonts w:ascii="Arial" w:hAnsi="Arial" w:cs="Arial"/>
          <w:sz w:val="28"/>
          <w:szCs w:val="28"/>
          <w:lang w:val="en-CA"/>
        </w:rPr>
        <w:t xml:space="preserve"> ??? (1km?)</w:t>
      </w:r>
    </w:p>
    <w:p w14:paraId="4F0F8114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0D7CADD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Max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Width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11FFD">
        <w:rPr>
          <w:rFonts w:ascii="Arial" w:hAnsi="Arial" w:cs="Arial"/>
          <w:sz w:val="28"/>
          <w:szCs w:val="28"/>
          <w:lang w:val="en-CA"/>
        </w:rPr>
        <w:t>N/A</w:t>
      </w:r>
    </w:p>
    <w:p w14:paraId="118E37A9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17FA0ACA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Direction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11FFD">
        <w:rPr>
          <w:rFonts w:ascii="Arial" w:hAnsi="Arial" w:cs="Arial"/>
          <w:sz w:val="28"/>
          <w:szCs w:val="28"/>
          <w:lang w:val="en-CA"/>
        </w:rPr>
        <w:t>252</w:t>
      </w:r>
      <w:r w:rsidR="002D71B9">
        <w:rPr>
          <w:rFonts w:ascii="Arial" w:hAnsi="Arial" w:cs="Arial"/>
          <w:sz w:val="28"/>
          <w:szCs w:val="28"/>
          <w:lang w:val="en-CA"/>
        </w:rPr>
        <w:t>°</w:t>
      </w:r>
      <w:r w:rsidR="00011FFD">
        <w:rPr>
          <w:rFonts w:ascii="Arial" w:hAnsi="Arial" w:cs="Arial"/>
          <w:sz w:val="28"/>
          <w:szCs w:val="28"/>
          <w:lang w:val="en-CA"/>
        </w:rPr>
        <w:t xml:space="preserve"> (WSW-ENE)</w:t>
      </w:r>
    </w:p>
    <w:p w14:paraId="6E7CAA4B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F9DE0F4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Shape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66C8E">
        <w:rPr>
          <w:rFonts w:ascii="Arial" w:hAnsi="Arial" w:cs="Arial"/>
          <w:sz w:val="28"/>
          <w:szCs w:val="28"/>
          <w:lang w:val="en-CA"/>
        </w:rPr>
        <w:t>N/A, may have been witnessed</w:t>
      </w:r>
    </w:p>
    <w:p w14:paraId="26CBC516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7254ABAA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Injuries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66C8E">
        <w:rPr>
          <w:rFonts w:ascii="Arial" w:hAnsi="Arial" w:cs="Arial"/>
          <w:sz w:val="28"/>
          <w:szCs w:val="28"/>
          <w:lang w:val="en-CA"/>
        </w:rPr>
        <w:t>0</w:t>
      </w:r>
    </w:p>
    <w:p w14:paraId="354A8E52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0842B97B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Deaths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66C8E">
        <w:rPr>
          <w:rFonts w:ascii="Arial" w:hAnsi="Arial" w:cs="Arial"/>
          <w:sz w:val="28"/>
          <w:szCs w:val="28"/>
          <w:lang w:val="en-CA"/>
        </w:rPr>
        <w:t>0</w:t>
      </w:r>
    </w:p>
    <w:p w14:paraId="02D2676C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5CD65580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Damage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Cost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066C8E">
        <w:rPr>
          <w:rFonts w:ascii="Arial" w:hAnsi="Arial" w:cs="Arial"/>
          <w:sz w:val="28"/>
          <w:szCs w:val="28"/>
          <w:lang w:val="en-CA"/>
        </w:rPr>
        <w:t>N/A, likely $100K as a barn was destroyed and tree damage occurred.</w:t>
      </w:r>
    </w:p>
    <w:p w14:paraId="259B0358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46DC0A67" w14:textId="77777777" w:rsidR="005568EF" w:rsidRPr="00E8184B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Notes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C82AD6">
        <w:rPr>
          <w:rFonts w:ascii="Arial" w:hAnsi="Arial" w:cs="Arial"/>
          <w:sz w:val="28"/>
          <w:szCs w:val="28"/>
          <w:lang w:val="en-CA"/>
        </w:rPr>
        <w:t xml:space="preserve">Part of long track “southern supercell” activity. Conflicting reports on how long this tornado was on the ground. Need more info. </w:t>
      </w:r>
    </w:p>
    <w:p w14:paraId="0287FD8B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36167518" w14:textId="77777777" w:rsidR="005568EF" w:rsidRPr="00442893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Photos/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Videos</w:t>
      </w:r>
      <w:r w:rsidR="00E8184B">
        <w:rPr>
          <w:rFonts w:ascii="Arial" w:hAnsi="Arial" w:cs="Arial"/>
          <w:b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664D4">
        <w:rPr>
          <w:rFonts w:ascii="Arial" w:hAnsi="Arial" w:cs="Arial"/>
          <w:sz w:val="28"/>
          <w:szCs w:val="28"/>
          <w:lang w:val="en-CA"/>
        </w:rPr>
        <w:t xml:space="preserve"> </w:t>
      </w:r>
      <w:r w:rsidR="00C82AD6">
        <w:rPr>
          <w:rFonts w:ascii="Arial" w:hAnsi="Arial" w:cs="Arial"/>
          <w:sz w:val="28"/>
          <w:szCs w:val="28"/>
          <w:lang w:val="en-CA"/>
        </w:rPr>
        <w:t>None in EC file, maybe some in special May 31/85 folder. Possibly some in newspapers and other sources.</w:t>
      </w:r>
      <w:bookmarkStart w:id="0" w:name="_GoBack"/>
      <w:bookmarkEnd w:id="0"/>
    </w:p>
    <w:p w14:paraId="1696EB05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36C2EC5E" w14:textId="77777777" w:rsidR="005568EF" w:rsidRPr="00442893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EF2ABE9" w14:textId="77777777" w:rsidR="005568EF" w:rsidRPr="00B72CFE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EB9FAB5" w14:textId="77777777" w:rsidR="00567F59" w:rsidRDefault="00C82AD6"/>
    <w:sectPr w:rsidR="00567F59" w:rsidSect="00B85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revisionView w:markup="0" w:comments="0" w:insDel="0" w:formatting="0" w:inkAnnotations="0"/>
  <w:doNotTrackMov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8D1"/>
    <w:rsid w:val="00011FFD"/>
    <w:rsid w:val="00066C8E"/>
    <w:rsid w:val="000D08D1"/>
    <w:rsid w:val="002D71B9"/>
    <w:rsid w:val="003A0EBC"/>
    <w:rsid w:val="005568EF"/>
    <w:rsid w:val="008819F8"/>
    <w:rsid w:val="008B36B8"/>
    <w:rsid w:val="00A8209D"/>
    <w:rsid w:val="00B85DE6"/>
    <w:rsid w:val="00C82AD6"/>
    <w:rsid w:val="00E664D4"/>
    <w:rsid w:val="00E8184B"/>
    <w:rsid w:val="00F844A1"/>
    <w:rsid w:val="00FB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DF5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yle/Library/Group%20Containers/UBF8T346G9.Office/User%20Content.localized/Templates.localized/T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Tor.dotx</Template>
  <TotalTime>11</TotalTime>
  <Pages>1</Pages>
  <Words>89</Words>
  <Characters>509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Robertson</dc:creator>
  <cp:keywords/>
  <dc:description/>
  <cp:lastModifiedBy>Kyle Robertson</cp:lastModifiedBy>
  <cp:revision>1</cp:revision>
  <dcterms:created xsi:type="dcterms:W3CDTF">2017-01-23T16:47:00Z</dcterms:created>
  <dcterms:modified xsi:type="dcterms:W3CDTF">2017-01-23T17:03:00Z</dcterms:modified>
</cp:coreProperties>
</file>